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13AAC1" w14:textId="0211DDFD" w:rsidR="00942026" w:rsidRDefault="00DD6B8D" w:rsidP="001D17EC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1D17EC">
        <w:rPr>
          <w:rFonts w:ascii="Verdana" w:hAnsi="Verdana"/>
          <w:b/>
          <w:bCs/>
          <w:sz w:val="20"/>
          <w:szCs w:val="20"/>
        </w:rPr>
        <w:t>Oświadczenie</w:t>
      </w:r>
    </w:p>
    <w:p w14:paraId="4EC70252" w14:textId="77777777" w:rsidR="001D17EC" w:rsidRPr="001D17EC" w:rsidRDefault="001D17EC" w:rsidP="001D17EC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33880675" w14:textId="262C633B" w:rsidR="00A47C03" w:rsidRPr="001D17EC" w:rsidRDefault="00A47C03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Ja, niżej podpisana/y ____________________________________________________</w:t>
      </w:r>
    </w:p>
    <w:p w14:paraId="5523A38B" w14:textId="0FE7A115" w:rsidR="00A47C03" w:rsidRPr="001D17EC" w:rsidRDefault="00A47C03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Oświadczam, że według mojej wiedzy w okresie ostatnich 14 dni, poprzedzających złożenie</w:t>
      </w:r>
    </w:p>
    <w:p w14:paraId="5345F00D" w14:textId="77777777" w:rsidR="00A47C03" w:rsidRPr="001D17EC" w:rsidRDefault="00A47C03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oświadczenia:</w:t>
      </w:r>
    </w:p>
    <w:p w14:paraId="3D16F36C" w14:textId="74C2C92E" w:rsidR="00A47C03" w:rsidRPr="001D17EC" w:rsidRDefault="00A47C03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1) nie jestem zakażony/a wirusem </w:t>
      </w:r>
      <w:r w:rsidR="009A52C6" w:rsidRPr="001D17EC">
        <w:rPr>
          <w:rFonts w:ascii="Verdana" w:hAnsi="Verdana"/>
          <w:sz w:val="20"/>
          <w:szCs w:val="20"/>
        </w:rPr>
        <w:t xml:space="preserve">COVID-19 </w:t>
      </w:r>
      <w:r w:rsidR="001D17EC">
        <w:rPr>
          <w:rFonts w:ascii="Verdana" w:hAnsi="Verdana"/>
          <w:sz w:val="20"/>
          <w:szCs w:val="20"/>
        </w:rPr>
        <w:t>ani jego wariantami</w:t>
      </w:r>
      <w:r w:rsidRPr="001D17EC">
        <w:rPr>
          <w:rFonts w:ascii="Verdana" w:hAnsi="Verdana"/>
          <w:sz w:val="20"/>
          <w:szCs w:val="20"/>
        </w:rPr>
        <w:t>;</w:t>
      </w:r>
    </w:p>
    <w:p w14:paraId="0C0E8B66" w14:textId="177B6D48" w:rsidR="00A47C03" w:rsidRPr="001D17EC" w:rsidRDefault="00A47C03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2) nie jestem objęty/ta kwarantanną w związku z </w:t>
      </w:r>
      <w:r w:rsidR="001D17EC" w:rsidRPr="001D17EC">
        <w:rPr>
          <w:rFonts w:ascii="Verdana" w:hAnsi="Verdana"/>
          <w:sz w:val="20"/>
          <w:szCs w:val="20"/>
        </w:rPr>
        <w:t xml:space="preserve">COVID-19 </w:t>
      </w:r>
      <w:r w:rsidR="001D17EC">
        <w:rPr>
          <w:rFonts w:ascii="Verdana" w:hAnsi="Verdana"/>
          <w:sz w:val="20"/>
          <w:szCs w:val="20"/>
        </w:rPr>
        <w:t>i</w:t>
      </w:r>
      <w:r w:rsidR="001D17EC" w:rsidRPr="001D17EC">
        <w:rPr>
          <w:rFonts w:ascii="Verdana" w:hAnsi="Verdana"/>
          <w:sz w:val="20"/>
          <w:szCs w:val="20"/>
        </w:rPr>
        <w:t xml:space="preserve"> jego wariantami;</w:t>
      </w:r>
    </w:p>
    <w:p w14:paraId="59F085BB" w14:textId="7CC1C562" w:rsidR="00A47C03" w:rsidRPr="001D17EC" w:rsidRDefault="00A47C03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3) nie miałem/</w:t>
      </w:r>
      <w:proofErr w:type="spellStart"/>
      <w:r w:rsidRPr="001D17EC">
        <w:rPr>
          <w:rFonts w:ascii="Verdana" w:hAnsi="Verdana"/>
          <w:sz w:val="20"/>
          <w:szCs w:val="20"/>
        </w:rPr>
        <w:t>am</w:t>
      </w:r>
      <w:proofErr w:type="spellEnd"/>
      <w:r w:rsidRPr="001D17EC">
        <w:rPr>
          <w:rFonts w:ascii="Verdana" w:hAnsi="Verdana"/>
          <w:sz w:val="20"/>
          <w:szCs w:val="20"/>
        </w:rPr>
        <w:t xml:space="preserve"> kontaktu z osobą chorą lub objętą kwarantanną w związku z COVID – 19</w:t>
      </w:r>
      <w:r w:rsidR="001D17EC" w:rsidRPr="001D17EC">
        <w:rPr>
          <w:rFonts w:ascii="Verdana" w:hAnsi="Verdana"/>
          <w:sz w:val="20"/>
          <w:szCs w:val="20"/>
        </w:rPr>
        <w:t xml:space="preserve"> </w:t>
      </w:r>
      <w:r w:rsidR="001D17EC">
        <w:rPr>
          <w:rFonts w:ascii="Verdana" w:hAnsi="Verdana"/>
          <w:sz w:val="20"/>
          <w:szCs w:val="20"/>
        </w:rPr>
        <w:t xml:space="preserve">              i jego wariantami </w:t>
      </w:r>
      <w:r w:rsidRPr="001D17EC">
        <w:rPr>
          <w:rFonts w:ascii="Verdana" w:hAnsi="Verdana"/>
          <w:sz w:val="20"/>
          <w:szCs w:val="20"/>
        </w:rPr>
        <w:t>w ostatnich 14 dniach</w:t>
      </w:r>
    </w:p>
    <w:p w14:paraId="027DDC93" w14:textId="47EF3BB8" w:rsidR="00DD6B8D" w:rsidRPr="001D17EC" w:rsidRDefault="00A47C03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4) Zobowiązuję się do przestrzegania </w:t>
      </w:r>
      <w:r w:rsidR="009A52C6" w:rsidRPr="001D17EC">
        <w:rPr>
          <w:rFonts w:ascii="Verdana" w:hAnsi="Verdana"/>
          <w:sz w:val="20"/>
          <w:szCs w:val="20"/>
        </w:rPr>
        <w:t xml:space="preserve">obowiązującego </w:t>
      </w:r>
      <w:r w:rsidRPr="001D17EC">
        <w:rPr>
          <w:rFonts w:ascii="Verdana" w:hAnsi="Verdana"/>
          <w:sz w:val="20"/>
          <w:szCs w:val="20"/>
        </w:rPr>
        <w:t xml:space="preserve"> reżimu sanitarnego. </w:t>
      </w:r>
    </w:p>
    <w:p w14:paraId="0476CDDD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</w:p>
    <w:p w14:paraId="19BB8AEE" w14:textId="00200945" w:rsidR="00DD6B8D" w:rsidRPr="001D17EC" w:rsidRDefault="00DD6B8D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Data . . . . . . . . . . . . . . . .                         . . . . . . . . . . . . . . . . . . . . . . . . . . . . . . . . </w:t>
      </w:r>
    </w:p>
    <w:p w14:paraId="2C11AF09" w14:textId="019A5120" w:rsidR="00DD6B8D" w:rsidRPr="001D17EC" w:rsidRDefault="00DD6B8D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                                                                                           podpis</w:t>
      </w:r>
    </w:p>
    <w:p w14:paraId="7A7D72B6" w14:textId="39A6A801" w:rsidR="006A31A8" w:rsidRPr="001D17EC" w:rsidRDefault="006A31A8" w:rsidP="001D17EC">
      <w:pPr>
        <w:spacing w:after="0" w:line="360" w:lineRule="auto"/>
        <w:rPr>
          <w:rFonts w:ascii="Verdana" w:hAnsi="Verdana"/>
          <w:sz w:val="20"/>
          <w:szCs w:val="20"/>
        </w:rPr>
      </w:pPr>
    </w:p>
    <w:p w14:paraId="25FEE01D" w14:textId="77777777" w:rsidR="001D17EC" w:rsidRDefault="001D17EC" w:rsidP="001D17EC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1D17EC">
        <w:rPr>
          <w:rFonts w:ascii="Verdana" w:hAnsi="Verdana"/>
          <w:b/>
          <w:bCs/>
          <w:sz w:val="20"/>
          <w:szCs w:val="20"/>
        </w:rPr>
        <w:t>Oświadczenie</w:t>
      </w:r>
    </w:p>
    <w:p w14:paraId="3DE8851D" w14:textId="77777777" w:rsidR="001D17EC" w:rsidRPr="001D17EC" w:rsidRDefault="001D17EC" w:rsidP="001D17EC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1C477571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Ja, niżej podpisana/y ____________________________________________________</w:t>
      </w:r>
    </w:p>
    <w:p w14:paraId="7C712399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Oświadczam, że według mojej wiedzy w okresie ostatnich 14 dni, poprzedzających złożenie</w:t>
      </w:r>
    </w:p>
    <w:p w14:paraId="1B6FA397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oświadczenia:</w:t>
      </w:r>
    </w:p>
    <w:p w14:paraId="24E386D6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1) nie jestem zakażony/a wirusem COVID-19 </w:t>
      </w:r>
      <w:r>
        <w:rPr>
          <w:rFonts w:ascii="Verdana" w:hAnsi="Verdana"/>
          <w:sz w:val="20"/>
          <w:szCs w:val="20"/>
        </w:rPr>
        <w:t>ani jego wariantami</w:t>
      </w:r>
      <w:r w:rsidRPr="001D17EC">
        <w:rPr>
          <w:rFonts w:ascii="Verdana" w:hAnsi="Verdana"/>
          <w:sz w:val="20"/>
          <w:szCs w:val="20"/>
        </w:rPr>
        <w:t>;</w:t>
      </w:r>
    </w:p>
    <w:p w14:paraId="47B8954F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2) nie jestem objęty/ta kwarantanną w związku z COVID-19 </w:t>
      </w:r>
      <w:r>
        <w:rPr>
          <w:rFonts w:ascii="Verdana" w:hAnsi="Verdana"/>
          <w:sz w:val="20"/>
          <w:szCs w:val="20"/>
        </w:rPr>
        <w:t>i</w:t>
      </w:r>
      <w:r w:rsidRPr="001D17EC">
        <w:rPr>
          <w:rFonts w:ascii="Verdana" w:hAnsi="Verdana"/>
          <w:sz w:val="20"/>
          <w:szCs w:val="20"/>
        </w:rPr>
        <w:t xml:space="preserve"> jego wariantami;</w:t>
      </w:r>
    </w:p>
    <w:p w14:paraId="0F44E22D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3) nie miałem/</w:t>
      </w:r>
      <w:proofErr w:type="spellStart"/>
      <w:r w:rsidRPr="001D17EC">
        <w:rPr>
          <w:rFonts w:ascii="Verdana" w:hAnsi="Verdana"/>
          <w:sz w:val="20"/>
          <w:szCs w:val="20"/>
        </w:rPr>
        <w:t>am</w:t>
      </w:r>
      <w:proofErr w:type="spellEnd"/>
      <w:r w:rsidRPr="001D17EC">
        <w:rPr>
          <w:rFonts w:ascii="Verdana" w:hAnsi="Verdana"/>
          <w:sz w:val="20"/>
          <w:szCs w:val="20"/>
        </w:rPr>
        <w:t xml:space="preserve"> kontaktu z osobą chorą lub objętą kwarantanną w związku z COVID – 19 </w:t>
      </w:r>
      <w:r>
        <w:rPr>
          <w:rFonts w:ascii="Verdana" w:hAnsi="Verdana"/>
          <w:sz w:val="20"/>
          <w:szCs w:val="20"/>
        </w:rPr>
        <w:t xml:space="preserve">              i jego wariantami </w:t>
      </w:r>
      <w:r w:rsidRPr="001D17EC">
        <w:rPr>
          <w:rFonts w:ascii="Verdana" w:hAnsi="Verdana"/>
          <w:sz w:val="20"/>
          <w:szCs w:val="20"/>
        </w:rPr>
        <w:t>w ostatnich 14 dniach</w:t>
      </w:r>
    </w:p>
    <w:p w14:paraId="60A59018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4) Zobowiązuję się do przestrzegania obowiązującego  reżimu sanitarnego. </w:t>
      </w:r>
    </w:p>
    <w:p w14:paraId="4A95C7F4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</w:p>
    <w:p w14:paraId="6F24B04F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Data . . . . . . . . . . . . . . . .                         . . . . . . . . . . . . . . . . . . . . . . . . . . . . . . . . </w:t>
      </w:r>
    </w:p>
    <w:p w14:paraId="6D8CAA47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                                                                                           podpis</w:t>
      </w:r>
    </w:p>
    <w:p w14:paraId="54AF2F14" w14:textId="77777777" w:rsidR="00A243B7" w:rsidRPr="001D17EC" w:rsidRDefault="00A243B7" w:rsidP="001D17EC">
      <w:pPr>
        <w:spacing w:after="0" w:line="360" w:lineRule="auto"/>
        <w:rPr>
          <w:rFonts w:ascii="Verdana" w:hAnsi="Verdana"/>
          <w:sz w:val="20"/>
          <w:szCs w:val="20"/>
        </w:rPr>
      </w:pPr>
    </w:p>
    <w:p w14:paraId="247F20F6" w14:textId="77777777" w:rsidR="001D17EC" w:rsidRDefault="001D17EC" w:rsidP="001D17EC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1D17EC">
        <w:rPr>
          <w:rFonts w:ascii="Verdana" w:hAnsi="Verdana"/>
          <w:b/>
          <w:bCs/>
          <w:sz w:val="20"/>
          <w:szCs w:val="20"/>
        </w:rPr>
        <w:t>Oświadczenie</w:t>
      </w:r>
    </w:p>
    <w:p w14:paraId="3C20326B" w14:textId="77777777" w:rsidR="001D17EC" w:rsidRPr="001D17EC" w:rsidRDefault="001D17EC" w:rsidP="001D17EC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3A3AFD6D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Ja, niżej podpisana/y ____________________________________________________</w:t>
      </w:r>
    </w:p>
    <w:p w14:paraId="04190E2D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Oświadczam, że według mojej wiedzy w okresie ostatnich 14 dni, poprzedzających złożenie</w:t>
      </w:r>
    </w:p>
    <w:p w14:paraId="50418414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oświadczenia:</w:t>
      </w:r>
    </w:p>
    <w:p w14:paraId="7C74C1CA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1) nie jestem zakażony/a wirusem COVID-19 </w:t>
      </w:r>
      <w:r>
        <w:rPr>
          <w:rFonts w:ascii="Verdana" w:hAnsi="Verdana"/>
          <w:sz w:val="20"/>
          <w:szCs w:val="20"/>
        </w:rPr>
        <w:t>ani jego wariantami</w:t>
      </w:r>
      <w:r w:rsidRPr="001D17EC">
        <w:rPr>
          <w:rFonts w:ascii="Verdana" w:hAnsi="Verdana"/>
          <w:sz w:val="20"/>
          <w:szCs w:val="20"/>
        </w:rPr>
        <w:t>;</w:t>
      </w:r>
    </w:p>
    <w:p w14:paraId="263B4A03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2) nie jestem objęty/ta kwarantanną w związku z COVID-19 </w:t>
      </w:r>
      <w:r>
        <w:rPr>
          <w:rFonts w:ascii="Verdana" w:hAnsi="Verdana"/>
          <w:sz w:val="20"/>
          <w:szCs w:val="20"/>
        </w:rPr>
        <w:t>i</w:t>
      </w:r>
      <w:r w:rsidRPr="001D17EC">
        <w:rPr>
          <w:rFonts w:ascii="Verdana" w:hAnsi="Verdana"/>
          <w:sz w:val="20"/>
          <w:szCs w:val="20"/>
        </w:rPr>
        <w:t xml:space="preserve"> jego wariantami;</w:t>
      </w:r>
    </w:p>
    <w:p w14:paraId="4B9310A8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>3) nie miałem/</w:t>
      </w:r>
      <w:proofErr w:type="spellStart"/>
      <w:r w:rsidRPr="001D17EC">
        <w:rPr>
          <w:rFonts w:ascii="Verdana" w:hAnsi="Verdana"/>
          <w:sz w:val="20"/>
          <w:szCs w:val="20"/>
        </w:rPr>
        <w:t>am</w:t>
      </w:r>
      <w:proofErr w:type="spellEnd"/>
      <w:r w:rsidRPr="001D17EC">
        <w:rPr>
          <w:rFonts w:ascii="Verdana" w:hAnsi="Verdana"/>
          <w:sz w:val="20"/>
          <w:szCs w:val="20"/>
        </w:rPr>
        <w:t xml:space="preserve"> kontaktu z osobą chorą lub objętą kwarantanną w związku z COVID – 19 </w:t>
      </w:r>
      <w:r>
        <w:rPr>
          <w:rFonts w:ascii="Verdana" w:hAnsi="Verdana"/>
          <w:sz w:val="20"/>
          <w:szCs w:val="20"/>
        </w:rPr>
        <w:t xml:space="preserve">              i jego wariantami </w:t>
      </w:r>
      <w:r w:rsidRPr="001D17EC">
        <w:rPr>
          <w:rFonts w:ascii="Verdana" w:hAnsi="Verdana"/>
          <w:sz w:val="20"/>
          <w:szCs w:val="20"/>
        </w:rPr>
        <w:t>w ostatnich 14 dniach</w:t>
      </w:r>
    </w:p>
    <w:p w14:paraId="63F2E661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4) Zobowiązuję się do przestrzegania obowiązującego  reżimu sanitarnego. </w:t>
      </w:r>
    </w:p>
    <w:p w14:paraId="787CFFE9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</w:p>
    <w:p w14:paraId="6E728454" w14:textId="77777777" w:rsidR="001D17EC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Data . . . . . . . . . . . . . . . .                         . . . . . . . . . . . . . . . . . . . . . . . . . . . . . . . . </w:t>
      </w:r>
    </w:p>
    <w:p w14:paraId="54F676C4" w14:textId="7D779936" w:rsidR="00A243B7" w:rsidRPr="001D17EC" w:rsidRDefault="001D17EC" w:rsidP="001D17EC">
      <w:pPr>
        <w:spacing w:after="0" w:line="360" w:lineRule="auto"/>
        <w:rPr>
          <w:rFonts w:ascii="Verdana" w:hAnsi="Verdana"/>
          <w:sz w:val="20"/>
          <w:szCs w:val="20"/>
        </w:rPr>
      </w:pPr>
      <w:r w:rsidRPr="001D17EC">
        <w:rPr>
          <w:rFonts w:ascii="Verdana" w:hAnsi="Verdana"/>
          <w:sz w:val="20"/>
          <w:szCs w:val="20"/>
        </w:rPr>
        <w:t xml:space="preserve">                                                                                           podpis</w:t>
      </w:r>
      <w:bookmarkStart w:id="0" w:name="_GoBack"/>
      <w:bookmarkEnd w:id="0"/>
    </w:p>
    <w:sectPr w:rsidR="00A243B7" w:rsidRPr="001D17EC" w:rsidSect="001D17EC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075"/>
    <w:rsid w:val="001D17EC"/>
    <w:rsid w:val="003E1075"/>
    <w:rsid w:val="006A31A8"/>
    <w:rsid w:val="00942026"/>
    <w:rsid w:val="009A52C6"/>
    <w:rsid w:val="00A243B7"/>
    <w:rsid w:val="00A47C03"/>
    <w:rsid w:val="00D95BC8"/>
    <w:rsid w:val="00DD6B8D"/>
    <w:rsid w:val="00F5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A1E75"/>
  <w15:chartTrackingRefBased/>
  <w15:docId w15:val="{F00B19DF-70EE-4767-B25A-D178ECF27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ADD547E</Template>
  <TotalTime>0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</dc:creator>
  <cp:keywords/>
  <dc:description/>
  <cp:lastModifiedBy>Jola Waligóra</cp:lastModifiedBy>
  <cp:revision>2</cp:revision>
  <cp:lastPrinted>2022-02-01T11:10:00Z</cp:lastPrinted>
  <dcterms:created xsi:type="dcterms:W3CDTF">2022-02-01T11:10:00Z</dcterms:created>
  <dcterms:modified xsi:type="dcterms:W3CDTF">2022-02-01T11:10:00Z</dcterms:modified>
</cp:coreProperties>
</file>